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C1A1F-6E1A-4C49-A936-47B2B00145A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